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184474F5" w14:textId="08F3E5AA" w:rsidR="00437A3E" w:rsidRDefault="007F4254">
      <w:pPr>
        <w:widowControl w:val="0"/>
        <w:tabs>
          <w:tab w:val="center" w:pos="851"/>
          <w:tab w:val="left" w:pos="1134"/>
          <w:tab w:val="center" w:pos="4153"/>
          <w:tab w:val="right" w:pos="8306"/>
        </w:tabs>
        <w:jc w:val="center"/>
        <w:rPr>
          <w:b/>
          <w:caps/>
          <w:color w:val="000000"/>
          <w:spacing w:val="-2"/>
          <w:szCs w:val="24"/>
        </w:rPr>
      </w:pPr>
      <w:r w:rsidRPr="007F4254">
        <w:rPr>
          <w:b/>
          <w:caps/>
          <w:color w:val="000000"/>
          <w:spacing w:val="-2"/>
          <w:szCs w:val="24"/>
        </w:rPr>
        <w:t xml:space="preserve">DĖL KITOS PASKIRTIES VALSTYBINĖS ŽEMĖS SKLYPO, ESANČIO liepų g. 13A, mosėdžio miestelyje, SKUODO rajono savivaldybėje, NUOMOS  </w:t>
      </w:r>
    </w:p>
    <w:p w14:paraId="5550FA5A" w14:textId="77777777" w:rsidR="007F4254" w:rsidRDefault="007F4254">
      <w:pPr>
        <w:widowControl w:val="0"/>
        <w:tabs>
          <w:tab w:val="center" w:pos="851"/>
          <w:tab w:val="left" w:pos="1134"/>
          <w:tab w:val="center" w:pos="4153"/>
          <w:tab w:val="right" w:pos="8306"/>
        </w:tabs>
        <w:jc w:val="center"/>
        <w:rPr>
          <w:b/>
          <w:caps/>
          <w:color w:val="000000"/>
          <w:spacing w:val="-2"/>
          <w:szCs w:val="24"/>
        </w:rPr>
      </w:pPr>
    </w:p>
    <w:p w14:paraId="2A34E392" w14:textId="77777777" w:rsidR="007F4254" w:rsidRDefault="007F4254">
      <w:pPr>
        <w:widowControl w:val="0"/>
        <w:tabs>
          <w:tab w:val="center" w:pos="851"/>
          <w:tab w:val="left" w:pos="1134"/>
          <w:tab w:val="center" w:pos="4153"/>
          <w:tab w:val="right" w:pos="8306"/>
        </w:tabs>
        <w:jc w:val="center"/>
        <w:rPr>
          <w:color w:val="000000"/>
          <w:szCs w:val="24"/>
          <w:shd w:val="clear" w:color="auto" w:fill="FFFFFF"/>
        </w:rPr>
      </w:pPr>
    </w:p>
    <w:p w14:paraId="15478724" w14:textId="43A47BFC"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F78A6">
        <w:rPr>
          <w:color w:val="000000"/>
          <w:szCs w:val="24"/>
          <w:shd w:val="clear" w:color="auto" w:fill="FFFFFF"/>
        </w:rPr>
        <w:t>.</w:t>
      </w:r>
      <w:r w:rsidR="00177DF4">
        <w:rPr>
          <w:color w:val="000000"/>
          <w:szCs w:val="24"/>
          <w:shd w:val="clear" w:color="auto" w:fill="FFFFFF"/>
        </w:rPr>
        <w:t xml:space="preserve"> rugsėjo 16 </w:t>
      </w:r>
      <w:r>
        <w:rPr>
          <w:color w:val="000000"/>
          <w:szCs w:val="24"/>
          <w:shd w:val="clear" w:color="auto" w:fill="FFFFFF"/>
        </w:rPr>
        <w:t>d. Nr. T10-</w:t>
      </w:r>
      <w:r w:rsidR="00177DF4">
        <w:rPr>
          <w:color w:val="000000"/>
          <w:szCs w:val="24"/>
          <w:shd w:val="clear" w:color="auto" w:fill="FFFFFF"/>
        </w:rPr>
        <w:t>201</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3AC845EE"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7F4254">
        <w:t>60.4</w:t>
      </w:r>
      <w:r>
        <w:t xml:space="preserve"> papunkčiu</w:t>
      </w:r>
      <w:bookmarkStart w:id="1" w:name="_Hlk191895415"/>
      <w:r w:rsidR="0047132E">
        <w:t xml:space="preserve"> bei atsižvelgdama į</w:t>
      </w:r>
      <w:r>
        <w:t xml:space="preserve"> </w:t>
      </w:r>
      <w:bookmarkEnd w:id="1"/>
      <w:r w:rsidR="00177DF4" w:rsidRPr="00177DF4">
        <w:rPr>
          <w:i/>
        </w:rPr>
        <w:t>(duomenys neskelbtini)</w:t>
      </w:r>
      <w:r w:rsidR="00177DF4">
        <w:rPr>
          <w:i/>
        </w:rPr>
        <w:t xml:space="preserve"> </w:t>
      </w:r>
      <w:r>
        <w:t>202</w:t>
      </w:r>
      <w:r w:rsidR="00A81054">
        <w:t>5</w:t>
      </w:r>
      <w:r>
        <w:t xml:space="preserve"> m. </w:t>
      </w:r>
      <w:r w:rsidR="007F4254">
        <w:t>rugpjūčio 29</w:t>
      </w:r>
      <w:r>
        <w:t xml:space="preserve"> d. prašymą, Skuodo rajono savivaldybės taryba</w:t>
      </w:r>
      <w:r w:rsidR="00165085">
        <w:t xml:space="preserve">  </w:t>
      </w:r>
      <w:r w:rsidR="00E944B6" w:rsidRPr="00177DF4">
        <w:rPr>
          <w:spacing w:val="40"/>
        </w:rPr>
        <w:t>n</w:t>
      </w:r>
      <w:r w:rsidR="00177DF4" w:rsidRPr="00177DF4">
        <w:rPr>
          <w:spacing w:val="40"/>
        </w:rPr>
        <w:t>usprendžia</w:t>
      </w:r>
      <w:r w:rsidR="00E944B6">
        <w:t>:</w:t>
      </w:r>
    </w:p>
    <w:p w14:paraId="55638BD3" w14:textId="43C034CD" w:rsidR="00437A3E" w:rsidRDefault="002457D8">
      <w:pPr>
        <w:ind w:firstLine="1247"/>
        <w:jc w:val="both"/>
        <w:rPr>
          <w:szCs w:val="24"/>
        </w:rPr>
      </w:pPr>
      <w:r>
        <w:rPr>
          <w:szCs w:val="24"/>
        </w:rPr>
        <w:t xml:space="preserve">1. Išnuomoti be aukciono </w:t>
      </w:r>
      <w:r w:rsidR="007F4254">
        <w:rPr>
          <w:szCs w:val="24"/>
        </w:rPr>
        <w:t>1</w:t>
      </w:r>
      <w:r>
        <w:rPr>
          <w:szCs w:val="24"/>
        </w:rPr>
        <w:t xml:space="preserve"> metų laikotarpiui </w:t>
      </w:r>
      <w:r w:rsidR="00177DF4" w:rsidRPr="00177DF4">
        <w:rPr>
          <w:i/>
        </w:rPr>
        <w:t>(duomenys neskelbtini)</w:t>
      </w:r>
      <w:r w:rsidR="007F4254">
        <w:t xml:space="preserve"> </w:t>
      </w:r>
      <w:r>
        <w:rPr>
          <w:szCs w:val="24"/>
        </w:rPr>
        <w:t>0,</w:t>
      </w:r>
      <w:r w:rsidR="007F4254">
        <w:rPr>
          <w:szCs w:val="24"/>
        </w:rPr>
        <w:t>8270</w:t>
      </w:r>
      <w:r>
        <w:rPr>
          <w:szCs w:val="24"/>
        </w:rPr>
        <w:t xml:space="preserve"> ha kitos paskirties žemės sklyp</w:t>
      </w:r>
      <w:r w:rsidR="00165085">
        <w:rPr>
          <w:szCs w:val="24"/>
        </w:rPr>
        <w:t>ą</w:t>
      </w:r>
      <w:r>
        <w:rPr>
          <w:szCs w:val="24"/>
        </w:rPr>
        <w:t>, kadastro Nr. 75</w:t>
      </w:r>
      <w:r w:rsidR="007F4254">
        <w:rPr>
          <w:szCs w:val="24"/>
        </w:rPr>
        <w:t>27</w:t>
      </w:r>
      <w:r>
        <w:rPr>
          <w:szCs w:val="24"/>
        </w:rPr>
        <w:t>/000</w:t>
      </w:r>
      <w:r w:rsidR="007F4254">
        <w:rPr>
          <w:szCs w:val="24"/>
        </w:rPr>
        <w:t>7</w:t>
      </w:r>
      <w:r>
        <w:rPr>
          <w:szCs w:val="24"/>
        </w:rPr>
        <w:t>:</w:t>
      </w:r>
      <w:r w:rsidR="007F4254">
        <w:rPr>
          <w:szCs w:val="24"/>
        </w:rPr>
        <w:t>407</w:t>
      </w:r>
      <w:r>
        <w:rPr>
          <w:szCs w:val="24"/>
        </w:rPr>
        <w:t>, esan</w:t>
      </w:r>
      <w:r w:rsidR="00165085">
        <w:rPr>
          <w:szCs w:val="24"/>
        </w:rPr>
        <w:t xml:space="preserve">tį </w:t>
      </w:r>
      <w:r w:rsidR="007F4254">
        <w:rPr>
          <w:szCs w:val="24"/>
        </w:rPr>
        <w:t>Liepų g. 13A, Mosėdžio miestelyje, Skuodo rajono savivaldybėje,</w:t>
      </w:r>
      <w:r>
        <w:rPr>
          <w:szCs w:val="24"/>
        </w:rPr>
        <w:t xml:space="preserve"> 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3FB66587"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177DF4">
        <w:rPr>
          <w:szCs w:val="24"/>
        </w:rPr>
        <w:t>.</w:t>
      </w:r>
    </w:p>
    <w:p w14:paraId="68E77766" w14:textId="77777777" w:rsidR="00437A3E" w:rsidRDefault="00437A3E">
      <w:pPr>
        <w:tabs>
          <w:tab w:val="left" w:pos="5670"/>
          <w:tab w:val="left" w:pos="7044"/>
        </w:tabs>
        <w:jc w:val="both"/>
        <w:rPr>
          <w:szCs w:val="24"/>
        </w:rPr>
      </w:pPr>
    </w:p>
    <w:p w14:paraId="54DF3494" w14:textId="77777777" w:rsidR="00177DF4" w:rsidRDefault="00177DF4">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77DF4" w14:paraId="173A4079" w14:textId="77777777" w:rsidTr="00177DF4">
        <w:tc>
          <w:tcPr>
            <w:tcW w:w="4814" w:type="dxa"/>
          </w:tcPr>
          <w:p w14:paraId="0220E3C7" w14:textId="5E485C65" w:rsidR="00177DF4" w:rsidRDefault="00177DF4" w:rsidP="00177DF4">
            <w:pPr>
              <w:tabs>
                <w:tab w:val="left" w:pos="5670"/>
                <w:tab w:val="left" w:pos="7044"/>
              </w:tabs>
              <w:ind w:hanging="120"/>
              <w:jc w:val="both"/>
              <w:rPr>
                <w:szCs w:val="24"/>
              </w:rPr>
            </w:pPr>
            <w:r>
              <w:rPr>
                <w:szCs w:val="24"/>
              </w:rPr>
              <w:t>Savivaldybės meras</w:t>
            </w:r>
          </w:p>
        </w:tc>
        <w:tc>
          <w:tcPr>
            <w:tcW w:w="4815" w:type="dxa"/>
          </w:tcPr>
          <w:p w14:paraId="42CEEBD6" w14:textId="77777777" w:rsidR="00177DF4" w:rsidRDefault="00177DF4">
            <w:pPr>
              <w:tabs>
                <w:tab w:val="left" w:pos="5670"/>
                <w:tab w:val="left" w:pos="7044"/>
              </w:tabs>
              <w:jc w:val="both"/>
              <w:rPr>
                <w:szCs w:val="24"/>
              </w:rPr>
            </w:pPr>
          </w:p>
        </w:tc>
      </w:tr>
    </w:tbl>
    <w:p w14:paraId="2E21684D" w14:textId="74CE561C"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651ACD7E" w14:textId="77777777" w:rsidR="00177DF4" w:rsidRDefault="00177DF4">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E0482" w14:textId="77777777" w:rsidR="00B336EB" w:rsidRDefault="00B336EB">
      <w:r>
        <w:separator/>
      </w:r>
    </w:p>
  </w:endnote>
  <w:endnote w:type="continuationSeparator" w:id="0">
    <w:p w14:paraId="29C9E341" w14:textId="77777777" w:rsidR="00B336EB" w:rsidRDefault="00B336EB">
      <w:r>
        <w:continuationSeparator/>
      </w:r>
    </w:p>
  </w:endnote>
  <w:endnote w:type="continuationNotice" w:id="1">
    <w:p w14:paraId="02E06BF5" w14:textId="77777777" w:rsidR="00B336EB" w:rsidRDefault="00B33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4FD91" w14:textId="77777777" w:rsidR="00B336EB" w:rsidRDefault="00B336EB">
      <w:r>
        <w:separator/>
      </w:r>
    </w:p>
  </w:footnote>
  <w:footnote w:type="continuationSeparator" w:id="0">
    <w:p w14:paraId="04E042D5" w14:textId="77777777" w:rsidR="00B336EB" w:rsidRDefault="00B336EB">
      <w:r>
        <w:continuationSeparator/>
      </w:r>
    </w:p>
  </w:footnote>
  <w:footnote w:type="continuationNotice" w:id="1">
    <w:p w14:paraId="3B20CCB1" w14:textId="77777777" w:rsidR="00B336EB" w:rsidRDefault="00B33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165085"/>
    <w:rsid w:val="00177DF4"/>
    <w:rsid w:val="001E5B4F"/>
    <w:rsid w:val="002457D8"/>
    <w:rsid w:val="002526C2"/>
    <w:rsid w:val="00254DE6"/>
    <w:rsid w:val="00267B8C"/>
    <w:rsid w:val="002A379A"/>
    <w:rsid w:val="00361D54"/>
    <w:rsid w:val="00437A3E"/>
    <w:rsid w:val="00437B11"/>
    <w:rsid w:val="004639BE"/>
    <w:rsid w:val="0047132E"/>
    <w:rsid w:val="004770BC"/>
    <w:rsid w:val="00480547"/>
    <w:rsid w:val="0048496E"/>
    <w:rsid w:val="004A6835"/>
    <w:rsid w:val="004B6625"/>
    <w:rsid w:val="004D6B56"/>
    <w:rsid w:val="006F78A6"/>
    <w:rsid w:val="007622C7"/>
    <w:rsid w:val="007715BC"/>
    <w:rsid w:val="00795892"/>
    <w:rsid w:val="007F4254"/>
    <w:rsid w:val="008755A3"/>
    <w:rsid w:val="008D35B2"/>
    <w:rsid w:val="008F5D44"/>
    <w:rsid w:val="00932561"/>
    <w:rsid w:val="00940B39"/>
    <w:rsid w:val="00A81054"/>
    <w:rsid w:val="00A861DF"/>
    <w:rsid w:val="00AC7252"/>
    <w:rsid w:val="00AE2045"/>
    <w:rsid w:val="00B336EB"/>
    <w:rsid w:val="00B576D2"/>
    <w:rsid w:val="00BB7F49"/>
    <w:rsid w:val="00C34A6F"/>
    <w:rsid w:val="00CB20CD"/>
    <w:rsid w:val="00D41E99"/>
    <w:rsid w:val="00DB347E"/>
    <w:rsid w:val="00E61E04"/>
    <w:rsid w:val="00E944B6"/>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4</TotalTime>
  <Pages>1</Pages>
  <Words>1513</Words>
  <Characters>863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2025-09-16T12:06:00Z</dcterms:created>
  <dcterms:modified xsi:type="dcterms:W3CDTF">2025-09-16T12:06:00Z</dcterms:modified>
</cp:coreProperties>
</file>